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29" w:rsidRDefault="000B6997" w:rsidP="000B6997">
      <w:pPr>
        <w:jc w:val="center"/>
        <w:rPr>
          <w:rFonts w:ascii="Times New Roman" w:hAnsi="Times New Roman"/>
          <w:sz w:val="24"/>
          <w:szCs w:val="24"/>
        </w:rPr>
      </w:pPr>
      <w:bookmarkStart w:id="0" w:name="_GoBack"/>
      <w:proofErr w:type="spellStart"/>
      <w:r>
        <w:rPr>
          <w:rFonts w:ascii="Times New Roman" w:hAnsi="Times New Roman"/>
          <w:sz w:val="24"/>
          <w:szCs w:val="24"/>
        </w:rPr>
        <w:t>Journal</w:t>
      </w:r>
      <w:proofErr w:type="spellEnd"/>
    </w:p>
    <w:bookmarkEnd w:id="0"/>
    <w:p w:rsidR="000B6997" w:rsidRPr="000B6997" w:rsidRDefault="000B6997" w:rsidP="000B6997">
      <w:pPr>
        <w:rPr>
          <w:rFonts w:ascii="Times New Roman" w:hAnsi="Times New Roman"/>
          <w:sz w:val="24"/>
          <w:szCs w:val="24"/>
          <w:lang w:val="en-US"/>
        </w:rPr>
      </w:pPr>
      <w:r w:rsidRPr="000B6997">
        <w:rPr>
          <w:rFonts w:ascii="Times New Roman" w:hAnsi="Times New Roman"/>
          <w:sz w:val="24"/>
          <w:szCs w:val="24"/>
          <w:lang w:val="en-US"/>
        </w:rPr>
        <w:t xml:space="preserve">Oh, the foolishness of this generation! </w:t>
      </w:r>
      <w:r>
        <w:rPr>
          <w:rFonts w:ascii="Times New Roman" w:hAnsi="Times New Roman"/>
          <w:sz w:val="24"/>
          <w:szCs w:val="24"/>
          <w:lang w:val="en-US"/>
        </w:rPr>
        <w:t xml:space="preserve">So eager to fight and engage in violence when there is a clear way to end all wars: Mussolini exemplified it! In these harsh circumstances, I am doing everything I can to disseminate the message of truth; of what </w:t>
      </w:r>
      <w:r w:rsidR="007C2E64">
        <w:rPr>
          <w:rFonts w:ascii="Times New Roman" w:hAnsi="Times New Roman"/>
          <w:sz w:val="24"/>
          <w:szCs w:val="24"/>
          <w:lang w:val="en-US"/>
        </w:rPr>
        <w:t xml:space="preserve">they </w:t>
      </w:r>
      <w:r>
        <w:rPr>
          <w:rFonts w:ascii="Times New Roman" w:hAnsi="Times New Roman"/>
          <w:sz w:val="24"/>
          <w:szCs w:val="24"/>
          <w:lang w:val="en-US"/>
        </w:rPr>
        <w:t xml:space="preserve">call fascism but </w:t>
      </w:r>
      <w:proofErr w:type="gramStart"/>
      <w:r>
        <w:rPr>
          <w:rFonts w:ascii="Times New Roman" w:hAnsi="Times New Roman"/>
          <w:sz w:val="24"/>
          <w:szCs w:val="24"/>
          <w:lang w:val="en-US"/>
        </w:rPr>
        <w:t>is</w:t>
      </w:r>
      <w:proofErr w:type="gramEnd"/>
      <w:r>
        <w:rPr>
          <w:rFonts w:ascii="Times New Roman" w:hAnsi="Times New Roman"/>
          <w:sz w:val="24"/>
          <w:szCs w:val="24"/>
          <w:lang w:val="en-US"/>
        </w:rPr>
        <w:t xml:space="preserve"> in reality the true flow of a successful government. I have been to many radio stations around Italy and I’ve been United States to put forth word on these unknown and misunderstood doctrines. I believe that the United States can and should avoid war with a country like Italy. This country which has embraced me as his has provided with the ideas to help a nation, unlike the United States, a nation of violence and vicious encounters. Rome Radio has received my message clearly and has allowed the spreading of broadcasts on Mussolini’s role and example to society, despite what others might say. In this matter the United States has no control whatsoever over their own government and, therefore, should not attempt to go against these teachings. In fact, it may be the influence of Jewish bankers in leading this country to war with Italy. After all, their interests become more important. I have received several threats and advice to stop seeking radio stations, but my broadcasts will come clear and strong. I will not let a war destroy a good government!</w:t>
      </w:r>
    </w:p>
    <w:sectPr w:rsidR="000B6997" w:rsidRPr="000B6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997"/>
    <w:rsid w:val="000002C2"/>
    <w:rsid w:val="000B6997"/>
    <w:rsid w:val="002924B9"/>
    <w:rsid w:val="00412837"/>
    <w:rsid w:val="006E1027"/>
    <w:rsid w:val="007C2E64"/>
    <w:rsid w:val="00B8380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SV" w:eastAsia="es-S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SV" w:eastAsia="es-S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Journal Ezra Pound</Template>
  <TotalTime>1</TotalTime>
  <Pages>1</Pages>
  <Words>207</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Melara</dc:creator>
  <cp:lastModifiedBy>Nelson Melara</cp:lastModifiedBy>
  <cp:revision>2</cp:revision>
  <cp:lastPrinted>2014-02-24T13:36:00Z</cp:lastPrinted>
  <dcterms:created xsi:type="dcterms:W3CDTF">2014-02-24T13:37:00Z</dcterms:created>
  <dcterms:modified xsi:type="dcterms:W3CDTF">2014-02-24T13:37:00Z</dcterms:modified>
</cp:coreProperties>
</file>